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685C" w:rsidRDefault="0023685C" w:rsidP="003B20B4">
      <w:pPr>
        <w:spacing w:after="0" w:line="240" w:lineRule="auto"/>
        <w:rPr>
          <w:rFonts w:ascii="Times New Roman" w:hAnsi="Times New Roman" w:cs="Times New Roman"/>
          <w:sz w:val="26"/>
          <w:szCs w:val="24"/>
        </w:rPr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46.9pt;margin-top:45.55pt;width:196pt;height:75.95pt;z-index:251658240;mso-wrap-distance-left:9.05pt;mso-wrap-distance-right:9.05pt" stroked="f">
            <v:fill opacity="0" color2="black"/>
            <v:textbox style="mso-next-textbox:#_x0000_s1026" inset="0,0,0,0">
              <w:txbxContent>
                <w:p w:rsidR="0023685C" w:rsidRDefault="0023685C" w:rsidP="003B20B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3685C" w:rsidRDefault="0023685C" w:rsidP="003B20B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23685C" w:rsidRDefault="0023685C" w:rsidP="003B20B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23685C" w:rsidRDefault="0023685C" w:rsidP="003B20B4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23685C" w:rsidRDefault="0023685C" w:rsidP="003B20B4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ПАСТАА</w:t>
                  </w:r>
                </w:p>
                <w:p w:rsidR="0023685C" w:rsidRDefault="0023685C" w:rsidP="003B20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3685C" w:rsidRDefault="0023685C" w:rsidP="003B20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3685C" w:rsidRDefault="0023685C" w:rsidP="003B20B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_x0000_s1027" type="#_x0000_t202" style="position:absolute;margin-left:-17.35pt;margin-top:29.95pt;width:199.5pt;height:91.55pt;z-index:251659264;mso-wrap-distance-left:9.05pt;mso-wrap-distance-right:9.05pt" stroked="f">
            <v:fill opacity="0" color2="black"/>
            <v:textbox style="mso-next-textbox:#_x0000_s1027" inset="0,0,0,0">
              <w:txbxContent>
                <w:p w:rsidR="0023685C" w:rsidRDefault="0023685C" w:rsidP="003B20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3685C" w:rsidRDefault="0023685C" w:rsidP="003B20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3685C" w:rsidRDefault="0023685C" w:rsidP="003B20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23685C" w:rsidRDefault="0023685C" w:rsidP="003B20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23685C" w:rsidRDefault="0023685C" w:rsidP="003B20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23685C" w:rsidRDefault="0023685C" w:rsidP="003B20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23685C" w:rsidRDefault="0023685C" w:rsidP="003B20B4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23685C" w:rsidRDefault="0023685C" w:rsidP="003B20B4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6"/>
          <w:szCs w:val="24"/>
        </w:rPr>
        <w:t xml:space="preserve">                                                        </w:t>
      </w:r>
      <w:r w:rsidRPr="008A3C27">
        <w:rPr>
          <w:rFonts w:ascii="Times New Roman" w:hAnsi="Times New Roman"/>
          <w:b/>
          <w:noProof/>
          <w:sz w:val="26"/>
          <w:szCs w:val="26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0.75pt;height:85.5pt;visibility:visible">
            <v:imagedata r:id="rId5" o:title=""/>
          </v:shape>
        </w:pict>
      </w:r>
    </w:p>
    <w:p w:rsidR="0023685C" w:rsidRDefault="0023685C" w:rsidP="003B20B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23685C" w:rsidRDefault="0023685C" w:rsidP="003B20B4">
      <w:pPr>
        <w:spacing w:after="0" w:line="240" w:lineRule="auto"/>
        <w:rPr>
          <w:rFonts w:ascii="Times New Roman" w:hAnsi="Times New Roman" w:cs="Times New Roman"/>
          <w:b/>
          <w:sz w:val="26"/>
          <w:szCs w:val="24"/>
        </w:rPr>
      </w:pPr>
    </w:p>
    <w:p w:rsidR="0023685C" w:rsidRDefault="0023685C" w:rsidP="003B20B4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noProof/>
          <w:lang w:eastAsia="ru-RU"/>
        </w:rPr>
        <w:pict>
          <v:line id="_x0000_s1028" style="position:absolute;left:0;text-align:left;z-index:251660288" from="-.15pt,11.35pt" to="450.85pt,11.35pt" strokeweight=".26mm">
            <v:stroke joinstyle="miter"/>
          </v:line>
        </w:pict>
      </w:r>
    </w:p>
    <w:p w:rsidR="0023685C" w:rsidRDefault="0023685C" w:rsidP="003B20B4">
      <w:pPr>
        <w:pStyle w:val="ConsPlusNormal"/>
        <w:widowControl/>
        <w:ind w:left="540" w:firstLine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23685C" w:rsidRDefault="0023685C" w:rsidP="003B20B4">
      <w:pPr>
        <w:pStyle w:val="ConsPlusNormal"/>
        <w:widowControl/>
        <w:ind w:left="540" w:firstLine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ПОСТАНОВЛЕНИЕ</w:t>
      </w:r>
    </w:p>
    <w:p w:rsidR="0023685C" w:rsidRDefault="0023685C" w:rsidP="003B20B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23685C" w:rsidRDefault="0023685C" w:rsidP="003B20B4">
      <w:pPr>
        <w:pStyle w:val="ConsPlusNormal"/>
        <w:widowControl/>
        <w:ind w:left="540" w:firstLine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«27» 12. 2013                                                                             № 733-п.</w:t>
      </w:r>
    </w:p>
    <w:p w:rsidR="0023685C" w:rsidRDefault="0023685C" w:rsidP="003B20B4">
      <w:pPr>
        <w:pStyle w:val="NormalWeb"/>
        <w:spacing w:before="0" w:after="0"/>
        <w:ind w:firstLine="540"/>
        <w:jc w:val="both"/>
        <w:rPr>
          <w:sz w:val="26"/>
        </w:rPr>
      </w:pPr>
    </w:p>
    <w:p w:rsidR="0023685C" w:rsidRPr="00B76241" w:rsidRDefault="0023685C" w:rsidP="003B20B4">
      <w:pPr>
        <w:spacing w:after="0" w:line="240" w:lineRule="auto"/>
        <w:ind w:left="709" w:right="4252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 внесении изменений в  долгосрочную  муниципальную целевую программу «Развитие физической культуры, спорта, молодежной политики, туризма в муниципальном образовании город Сорск на 2010-2015 годы»</w:t>
      </w:r>
      <w:r w:rsidRPr="00B76241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утвержденное постановлением администрации от 12.11.2012г. №614-п</w:t>
      </w:r>
    </w:p>
    <w:p w:rsidR="0023685C" w:rsidRDefault="0023685C" w:rsidP="003B20B4">
      <w:pPr>
        <w:spacing w:after="0" w:line="240" w:lineRule="auto"/>
        <w:ind w:left="709" w:right="4252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(с изменениями от 28.12.12г. № 713-п;</w:t>
      </w:r>
    </w:p>
    <w:p w:rsidR="0023685C" w:rsidRPr="00B76241" w:rsidRDefault="0023685C" w:rsidP="003B20B4">
      <w:pPr>
        <w:spacing w:after="0" w:line="240" w:lineRule="auto"/>
        <w:ind w:left="709" w:right="4252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 29.01.13г. № 42-п;</w:t>
      </w:r>
    </w:p>
    <w:p w:rsidR="0023685C" w:rsidRDefault="0023685C" w:rsidP="003B20B4">
      <w:pPr>
        <w:spacing w:after="0" w:line="240" w:lineRule="auto"/>
        <w:ind w:left="709" w:right="4252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 14.06.13г. № 298-п;</w:t>
      </w:r>
    </w:p>
    <w:p w:rsidR="0023685C" w:rsidRDefault="0023685C" w:rsidP="007E65B9">
      <w:pPr>
        <w:spacing w:after="0" w:line="240" w:lineRule="auto"/>
        <w:ind w:right="4252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от 30.08.13г. № 448-п;</w:t>
      </w:r>
    </w:p>
    <w:p w:rsidR="0023685C" w:rsidRDefault="0023685C" w:rsidP="003B20B4">
      <w:pPr>
        <w:spacing w:after="0" w:line="240" w:lineRule="auto"/>
        <w:ind w:left="709" w:right="4252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 17.09.13г. № 476-п;</w:t>
      </w:r>
    </w:p>
    <w:p w:rsidR="0023685C" w:rsidRDefault="0023685C" w:rsidP="003B20B4">
      <w:pPr>
        <w:spacing w:after="0" w:line="240" w:lineRule="auto"/>
        <w:ind w:left="709" w:right="4252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от 27.11.13г. №651-п)</w:t>
      </w:r>
    </w:p>
    <w:p w:rsidR="0023685C" w:rsidRDefault="0023685C" w:rsidP="003B20B4">
      <w:pPr>
        <w:spacing w:after="0" w:line="240" w:lineRule="auto"/>
        <w:ind w:left="709" w:right="4252"/>
        <w:jc w:val="both"/>
        <w:rPr>
          <w:rFonts w:ascii="Times New Roman" w:hAnsi="Times New Roman" w:cs="Times New Roman"/>
          <w:sz w:val="26"/>
          <w:szCs w:val="24"/>
        </w:rPr>
      </w:pPr>
    </w:p>
    <w:p w:rsidR="0023685C" w:rsidRDefault="0023685C" w:rsidP="003B20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В соответствии со ст. 16 ФЗ от 06.10.2003г. № 131-ФЗ «Об общих принципах организации местного самоуправления в РФ», ст. 27 Устава муниципального образования город Сорск, постановления главы города Сорска от 12.07.2012 № 319 «Об утверждении порядка разработки, утверждения и реализации долгосрочных муниципальных программ города Сорска», в целях реализации государственной политики, направленной на дальнейшее развитие физической культуры и спорта, материально – технической базы объектов физической культуры, спорта и формирования здорового образа жизни населения в муниципальном образовании город Сорск, администрация города Сорска Республики Хакасия</w:t>
      </w:r>
    </w:p>
    <w:p w:rsidR="0023685C" w:rsidRDefault="0023685C" w:rsidP="003B20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ПОСТАНОВЛЯЕТ:</w:t>
      </w:r>
    </w:p>
    <w:p w:rsidR="0023685C" w:rsidRDefault="0023685C" w:rsidP="00222126">
      <w:pPr>
        <w:pStyle w:val="ListParagraph"/>
        <w:shd w:val="clear" w:color="auto" w:fill="FFFFFF"/>
        <w:spacing w:after="0" w:line="240" w:lineRule="auto"/>
        <w:ind w:left="0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1. Внести в долгосрочную муниципальную целевую программу «Развитие физической культуры, спорта, молодежной политики, туризма в муниципальном образовании город Сорск на 2010-2015 годы», утвержденную постановлением администрации города Сорска от 12.11.2012г. №614-п «Развитие физической культуры, спорта, молодежной политики, туризма в муниципальном образовании город Сорск на 2010-2015 годы», следующие изменения:</w:t>
      </w:r>
    </w:p>
    <w:p w:rsidR="0023685C" w:rsidRDefault="0023685C" w:rsidP="00F13E8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 w:rsidRPr="00222126">
        <w:rPr>
          <w:rFonts w:ascii="Times New Roman" w:hAnsi="Times New Roman" w:cs="Times New Roman"/>
          <w:sz w:val="26"/>
          <w:szCs w:val="24"/>
        </w:rPr>
        <w:t xml:space="preserve">     </w:t>
      </w:r>
      <w:r>
        <w:rPr>
          <w:rFonts w:ascii="Times New Roman" w:hAnsi="Times New Roman" w:cs="Times New Roman"/>
          <w:sz w:val="26"/>
          <w:szCs w:val="24"/>
        </w:rPr>
        <w:t xml:space="preserve"> в разделе 3 «Перечень программных мероприятий» </w:t>
      </w:r>
    </w:p>
    <w:p w:rsidR="0023685C" w:rsidRDefault="0023685C" w:rsidP="00F13E8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- строку 15 «Участие спортсменов муниципального образования в республиканских, региональных спортивных мероприятиях согласно республиканскому перспективному плану по проведению спортивных </w:t>
      </w:r>
    </w:p>
    <w:p w:rsidR="0023685C" w:rsidRDefault="0023685C" w:rsidP="00F13E8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23685C" w:rsidRDefault="0023685C" w:rsidP="00F13E8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23685C" w:rsidRDefault="0023685C" w:rsidP="00F13E8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</w:p>
    <w:p w:rsidR="0023685C" w:rsidRDefault="0023685C" w:rsidP="00F13E8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мероприятий (проезд, проживание, питание), финансирование на 2013 год  цифру «45,0» заменить на цифру «36,5».</w:t>
      </w:r>
    </w:p>
    <w:p w:rsidR="0023685C" w:rsidRDefault="0023685C" w:rsidP="00F13E8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- в строку 16 «Организация и проведение спортивных мероприятий на территории муниципального образования «в т.ч. объектов к спортивным соревнованиям) согласно перспективному плану по проведению спортивных мероприятий» в финансирование на 2013г. цифру «0» заменить на цифру «8,5».</w:t>
      </w:r>
    </w:p>
    <w:p w:rsidR="0023685C" w:rsidRPr="00231726" w:rsidRDefault="0023685C" w:rsidP="003B20B4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3. </w:t>
      </w:r>
      <w:r w:rsidRPr="00231726">
        <w:rPr>
          <w:rFonts w:ascii="Times New Roman" w:hAnsi="Times New Roman" w:cs="Times New Roman"/>
          <w:sz w:val="26"/>
          <w:szCs w:val="24"/>
        </w:rPr>
        <w:t>Опубликовать настоящее постановление в газете «Сорский молибден» и разместить на официальном сайте администрации города Сорска.</w:t>
      </w:r>
    </w:p>
    <w:p w:rsidR="0023685C" w:rsidRPr="00231726" w:rsidRDefault="0023685C" w:rsidP="003B20B4">
      <w:pPr>
        <w:shd w:val="clear" w:color="auto" w:fill="FFFFFF"/>
        <w:tabs>
          <w:tab w:val="left" w:pos="567"/>
        </w:tabs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4</w:t>
      </w:r>
      <w:r w:rsidRPr="00231726">
        <w:rPr>
          <w:rFonts w:ascii="Times New Roman" w:hAnsi="Times New Roman" w:cs="Times New Roman"/>
          <w:sz w:val="26"/>
          <w:szCs w:val="24"/>
        </w:rPr>
        <w:t>. Контроль над реализацией программы возложить на заместителя главы  города по социальным вопросам.</w:t>
      </w:r>
    </w:p>
    <w:p w:rsidR="0023685C" w:rsidRDefault="0023685C" w:rsidP="003B20B4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4"/>
        </w:rPr>
      </w:pPr>
    </w:p>
    <w:p w:rsidR="0023685C" w:rsidRDefault="0023685C" w:rsidP="003B20B4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4"/>
        </w:rPr>
      </w:pPr>
    </w:p>
    <w:p w:rsidR="0023685C" w:rsidRDefault="0023685C" w:rsidP="003B20B4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4"/>
        </w:rPr>
      </w:pPr>
    </w:p>
    <w:p w:rsidR="0023685C" w:rsidRDefault="0023685C" w:rsidP="003B20B4">
      <w:pPr>
        <w:spacing w:after="0" w:line="240" w:lineRule="auto"/>
        <w:ind w:right="-1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Глава города                                                                                                    А.А. Жуков</w:t>
      </w:r>
    </w:p>
    <w:p w:rsidR="0023685C" w:rsidRDefault="0023685C" w:rsidP="003B20B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4"/>
        </w:rPr>
      </w:pPr>
    </w:p>
    <w:p w:rsidR="0023685C" w:rsidRPr="00413A59" w:rsidRDefault="0023685C" w:rsidP="003B20B4"/>
    <w:p w:rsidR="0023685C" w:rsidRDefault="0023685C" w:rsidP="003B20B4"/>
    <w:p w:rsidR="0023685C" w:rsidRDefault="0023685C" w:rsidP="003B20B4"/>
    <w:p w:rsidR="0023685C" w:rsidRDefault="0023685C" w:rsidP="003B20B4"/>
    <w:p w:rsidR="0023685C" w:rsidRDefault="0023685C" w:rsidP="003B20B4"/>
    <w:p w:rsidR="0023685C" w:rsidRDefault="0023685C" w:rsidP="003B20B4"/>
    <w:p w:rsidR="0023685C" w:rsidRDefault="0023685C" w:rsidP="003B20B4"/>
    <w:p w:rsidR="0023685C" w:rsidRDefault="0023685C" w:rsidP="003B20B4"/>
    <w:p w:rsidR="0023685C" w:rsidRDefault="0023685C"/>
    <w:sectPr w:rsidR="0023685C" w:rsidSect="003B20B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A50D78"/>
    <w:multiLevelType w:val="hybridMultilevel"/>
    <w:tmpl w:val="EAD47176"/>
    <w:lvl w:ilvl="0" w:tplc="2B862B5C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B20B4"/>
    <w:rsid w:val="00155660"/>
    <w:rsid w:val="0021247F"/>
    <w:rsid w:val="00222126"/>
    <w:rsid w:val="00231726"/>
    <w:rsid w:val="0023685C"/>
    <w:rsid w:val="00361402"/>
    <w:rsid w:val="003B0ED8"/>
    <w:rsid w:val="003B20B4"/>
    <w:rsid w:val="00413A59"/>
    <w:rsid w:val="005401C3"/>
    <w:rsid w:val="005C3297"/>
    <w:rsid w:val="00601197"/>
    <w:rsid w:val="00647C58"/>
    <w:rsid w:val="00710FE8"/>
    <w:rsid w:val="007E65B9"/>
    <w:rsid w:val="007F72AB"/>
    <w:rsid w:val="00800110"/>
    <w:rsid w:val="008A3C27"/>
    <w:rsid w:val="008A4976"/>
    <w:rsid w:val="0094215D"/>
    <w:rsid w:val="00975136"/>
    <w:rsid w:val="009817DE"/>
    <w:rsid w:val="00A514B4"/>
    <w:rsid w:val="00B76241"/>
    <w:rsid w:val="00BE0B5D"/>
    <w:rsid w:val="00C007CB"/>
    <w:rsid w:val="00CB5537"/>
    <w:rsid w:val="00CC000F"/>
    <w:rsid w:val="00D02C4F"/>
    <w:rsid w:val="00DC4DA6"/>
    <w:rsid w:val="00E12C60"/>
    <w:rsid w:val="00EB7071"/>
    <w:rsid w:val="00EC5691"/>
    <w:rsid w:val="00F13E8B"/>
    <w:rsid w:val="00F24DBB"/>
    <w:rsid w:val="00F55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B20B4"/>
    <w:pPr>
      <w:suppressAutoHyphens/>
      <w:spacing w:after="200" w:line="276" w:lineRule="auto"/>
    </w:pPr>
    <w:rPr>
      <w:rFonts w:cs="Calibri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rsid w:val="003B20B4"/>
    <w:pPr>
      <w:suppressAutoHyphens w:val="0"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99"/>
    <w:qFormat/>
    <w:rsid w:val="003B20B4"/>
    <w:pPr>
      <w:ind w:left="720"/>
      <w:contextualSpacing/>
    </w:pPr>
  </w:style>
  <w:style w:type="paragraph" w:customStyle="1" w:styleId="ConsPlusNormal">
    <w:name w:val="ConsPlusNormal"/>
    <w:uiPriority w:val="99"/>
    <w:semiHidden/>
    <w:rsid w:val="003B20B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B2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B20B4"/>
    <w:rPr>
      <w:rFonts w:ascii="Tahoma" w:eastAsia="Times New Roman" w:hAnsi="Tahoma" w:cs="Tahoma"/>
      <w:sz w:val="16"/>
      <w:szCs w:val="16"/>
      <w:lang w:eastAsia="ar-SA" w:bidi="ar-SA"/>
    </w:rPr>
  </w:style>
  <w:style w:type="paragraph" w:styleId="NoSpacing">
    <w:name w:val="No Spacing"/>
    <w:uiPriority w:val="99"/>
    <w:qFormat/>
    <w:rsid w:val="00DC4DA6"/>
    <w:pPr>
      <w:suppressAutoHyphens/>
    </w:pPr>
    <w:rPr>
      <w:rFonts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102</TotalTime>
  <Pages>2</Pages>
  <Words>409</Words>
  <Characters>2335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</dc:creator>
  <cp:keywords/>
  <dc:description/>
  <cp:lastModifiedBy>Мунуслуги</cp:lastModifiedBy>
  <cp:revision>17</cp:revision>
  <cp:lastPrinted>2013-12-26T06:22:00Z</cp:lastPrinted>
  <dcterms:created xsi:type="dcterms:W3CDTF">2013-07-09T02:12:00Z</dcterms:created>
  <dcterms:modified xsi:type="dcterms:W3CDTF">2013-12-27T06:56:00Z</dcterms:modified>
</cp:coreProperties>
</file>